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E53A2" w14:textId="77777777" w:rsidR="007A16B9" w:rsidRDefault="007A16B9">
      <w:bookmarkStart w:id="0" w:name="_GoBack"/>
      <w:bookmarkEnd w:id="0"/>
    </w:p>
    <w:p w14:paraId="08BB4F69" w14:textId="2CE04E3B" w:rsidR="00CD3F04" w:rsidRDefault="00794017" w:rsidP="00CD3F04">
      <w:r>
        <w:t>Esko Krinal</w:t>
      </w:r>
    </w:p>
    <w:p w14:paraId="14E235A8" w14:textId="5A5301B2" w:rsidR="00CD3F04" w:rsidRDefault="00794017" w:rsidP="00CD3F04">
      <w:r>
        <w:t>Juhataja</w:t>
      </w:r>
    </w:p>
    <w:p w14:paraId="45311E96" w14:textId="1ACCAAAB" w:rsidR="00CD3F04" w:rsidRDefault="00794017" w:rsidP="00CD3F04">
      <w:pPr>
        <w:rPr>
          <w:rFonts w:eastAsia="Calibri"/>
        </w:rPr>
      </w:pPr>
      <w:r>
        <w:t>Taimla- ja seemnemajandusosakond</w:t>
      </w:r>
    </w:p>
    <w:p w14:paraId="086F2EF2" w14:textId="77777777" w:rsidR="00515834" w:rsidRDefault="00515834"/>
    <w:p w14:paraId="2C68B436" w14:textId="77777777" w:rsidR="00CD3F04" w:rsidRDefault="00CD3F04"/>
    <w:p w14:paraId="47D63B3B" w14:textId="77777777" w:rsidR="00515834" w:rsidRPr="00DC3FC1" w:rsidRDefault="00515834">
      <w:pPr>
        <w:rPr>
          <w:b/>
        </w:rPr>
      </w:pPr>
      <w:r w:rsidRPr="00DC3FC1">
        <w:rPr>
          <w:b/>
        </w:rPr>
        <w:t>AVALDUS</w:t>
      </w:r>
    </w:p>
    <w:p w14:paraId="00AB2872" w14:textId="77777777" w:rsidR="00515834" w:rsidRDefault="00515834"/>
    <w:p w14:paraId="413B4101" w14:textId="77777777" w:rsidR="00515834" w:rsidRDefault="00515834" w:rsidP="00515834">
      <w:pPr>
        <w:jc w:val="both"/>
      </w:pPr>
    </w:p>
    <w:p w14:paraId="1939A7EC" w14:textId="26B450CB" w:rsidR="00CD3F04" w:rsidRDefault="00515834" w:rsidP="00515834">
      <w:pPr>
        <w:jc w:val="both"/>
      </w:pPr>
      <w:r>
        <w:t>Palun</w:t>
      </w:r>
      <w:r w:rsidR="00426D5B">
        <w:t xml:space="preserve"> mulle</w:t>
      </w:r>
      <w:r w:rsidR="00CD3F04">
        <w:t xml:space="preserve"> </w:t>
      </w:r>
      <w:r w:rsidR="00AC30EA">
        <w:t xml:space="preserve">hüvitada </w:t>
      </w:r>
      <w:r w:rsidR="00CD3F04">
        <w:t xml:space="preserve">isikliku sõiduauto kasutamine </w:t>
      </w:r>
      <w:r w:rsidR="00AC30EA">
        <w:t>elukoha ja RMK kontori</w:t>
      </w:r>
      <w:r w:rsidR="00654AA5">
        <w:t xml:space="preserve"> ning RMK kontori ja elukoha</w:t>
      </w:r>
      <w:r w:rsidR="00AC30EA">
        <w:t xml:space="preserve"> </w:t>
      </w:r>
      <w:r w:rsidR="00CD3F04">
        <w:t>vaheliseks sõiduks</w:t>
      </w:r>
      <w:r w:rsidR="00AC30EA">
        <w:t xml:space="preserve">, sest </w:t>
      </w:r>
      <w:sdt>
        <w:sdtPr>
          <w:rPr>
            <w:bCs/>
          </w:rPr>
          <w:tag w:val="Riigimetsa Majandamise Keskuse "/>
          <w:id w:val="-1727522968"/>
          <w:placeholder>
            <w:docPart w:val="DBEC26CA980446B7ADC0B0B7957604B7"/>
          </w:placeholder>
          <w:comboBox>
            <w:listItem w:displayText="ühistransporti kasutades ei ole võimalik seda teekonda läbida mõistliku aja- ja rahakuluga." w:value="ühistransporti kasutades ei ole võimalik seda teekonda läbida mõistliku aja- ja rahakuluga."/>
            <w:listItem w:displayText="elukoht asub vähemalt 50 kilomeetri kaugusel RMK kontorist." w:value="elukoht asub vähemalt 50 kilomeetri kaugusel RMK kontorist."/>
          </w:comboBox>
        </w:sdtPr>
        <w:sdtEndPr/>
        <w:sdtContent>
          <w:r w:rsidR="00794017">
            <w:rPr>
              <w:bCs/>
            </w:rPr>
            <w:t>ühistransporti kasutades ei ole võimalik seda teekonda läbida mõistliku aja- ja rahakuluga.</w:t>
          </w:r>
        </w:sdtContent>
      </w:sdt>
      <w:r w:rsidR="00CD3F04" w:rsidRPr="005216DB">
        <w:rPr>
          <w:bCs/>
        </w:rPr>
        <w:t xml:space="preserve"> </w:t>
      </w:r>
      <w:r w:rsidR="00CD3F04">
        <w:rPr>
          <w:bCs/>
        </w:rPr>
        <w:t xml:space="preserve"> </w:t>
      </w:r>
    </w:p>
    <w:p w14:paraId="53EBBE88" w14:textId="77777777" w:rsidR="00CD3F04" w:rsidRDefault="00CD3F04" w:rsidP="00515834">
      <w:pPr>
        <w:jc w:val="both"/>
      </w:pPr>
    </w:p>
    <w:p w14:paraId="15F95148" w14:textId="18013344" w:rsidR="00CC3D64" w:rsidRDefault="007D1387" w:rsidP="00515834">
      <w:pPr>
        <w:jc w:val="both"/>
        <w:rPr>
          <w:strike/>
        </w:rPr>
      </w:pPr>
      <w:r>
        <w:t>Minu e</w:t>
      </w:r>
      <w:r w:rsidR="00654AA5">
        <w:t>lukoha</w:t>
      </w:r>
      <w:r w:rsidR="00CD3F04">
        <w:t xml:space="preserve"> </w:t>
      </w:r>
      <w:r w:rsidR="00794017">
        <w:t xml:space="preserve">Karja 63-1, Rakvere linn </w:t>
      </w:r>
      <w:r w:rsidR="00654AA5">
        <w:t xml:space="preserve">ja RMK </w:t>
      </w:r>
      <w:r w:rsidR="00794017">
        <w:t xml:space="preserve">Triigi </w:t>
      </w:r>
      <w:r w:rsidR="00CD3F04">
        <w:t xml:space="preserve">kontori </w:t>
      </w:r>
      <w:r w:rsidR="00654AA5">
        <w:t>vaheline vahemaa mööda üldkasutatavat teed või rada on</w:t>
      </w:r>
      <w:r w:rsidR="008E402F">
        <w:t xml:space="preserve"> kokku</w:t>
      </w:r>
      <w:r w:rsidR="00CD3F04">
        <w:t xml:space="preserve"> </w:t>
      </w:r>
      <w:r w:rsidR="00794017">
        <w:t>31</w:t>
      </w:r>
      <w:r w:rsidR="00654AA5">
        <w:t xml:space="preserve"> </w:t>
      </w:r>
      <w:r w:rsidR="00AC30EA">
        <w:t>kilo</w:t>
      </w:r>
      <w:r w:rsidR="00E00CB3">
        <w:t>meetrit.</w:t>
      </w:r>
      <w:r w:rsidR="00AC30EA">
        <w:t xml:space="preserve"> </w:t>
      </w:r>
    </w:p>
    <w:p w14:paraId="18B003E3" w14:textId="77777777" w:rsidR="00CD3F04" w:rsidRDefault="00CD3F04" w:rsidP="00515834">
      <w:pPr>
        <w:jc w:val="both"/>
      </w:pPr>
    </w:p>
    <w:p w14:paraId="3391CEF1" w14:textId="77777777" w:rsidR="00EA388D" w:rsidRDefault="00CD3F04" w:rsidP="00515834">
      <w:pPr>
        <w:jc w:val="both"/>
      </w:pPr>
      <w:r>
        <w:t>Teatan järgmised asjaolud:</w:t>
      </w:r>
    </w:p>
    <w:p w14:paraId="7BBCC538" w14:textId="79C4BCD6" w:rsidR="00EA388D" w:rsidRDefault="00CE36AA" w:rsidP="00387594">
      <w:pPr>
        <w:pStyle w:val="Loendilik"/>
        <w:numPr>
          <w:ilvl w:val="0"/>
          <w:numId w:val="1"/>
        </w:numPr>
        <w:ind w:left="284" w:hanging="284"/>
        <w:jc w:val="both"/>
      </w:pPr>
      <w:r>
        <w:t>ü</w:t>
      </w:r>
      <w:r w:rsidR="00EA388D">
        <w:t>histransporti on võimalik kasutada kõikidel tööpäevadel</w:t>
      </w:r>
      <w:r w:rsidR="00A1467A">
        <w:t>:</w:t>
      </w:r>
      <w:r w:rsidR="00EA388D">
        <w:t xml:space="preserve"> </w:t>
      </w:r>
      <w:sdt>
        <w:sdtPr>
          <w:tag w:val="Riigimetsa Majandamise Keskuse "/>
          <w:id w:val="-1598098674"/>
          <w:placeholder>
            <w:docPart w:val="F3A1D32FB66D4D36B5326734BFE60DD9"/>
          </w:placeholder>
          <w:comboBox>
            <w:listItem w:displayText="jah" w:value="jah"/>
            <w:listItem w:displayText="ei" w:value="ei"/>
          </w:comboBox>
        </w:sdtPr>
        <w:sdtEndPr/>
        <w:sdtContent>
          <w:r w:rsidR="00794017">
            <w:t>jah</w:t>
          </w:r>
        </w:sdtContent>
      </w:sdt>
    </w:p>
    <w:p w14:paraId="13E6F519" w14:textId="546ADD70" w:rsidR="00CE36AA" w:rsidRDefault="00CE36AA" w:rsidP="00387594">
      <w:pPr>
        <w:pStyle w:val="Loendilik"/>
        <w:numPr>
          <w:ilvl w:val="0"/>
          <w:numId w:val="1"/>
        </w:numPr>
        <w:ind w:left="284" w:hanging="284"/>
        <w:jc w:val="both"/>
      </w:pPr>
      <w:r>
        <w:t xml:space="preserve">elukohast RMK kontorisse jõudmiseks ühistransporti kasutades kulub: </w:t>
      </w:r>
      <w:r w:rsidR="0088046F">
        <w:t xml:space="preserve">75 </w:t>
      </w:r>
      <w:r w:rsidR="00426D5B">
        <w:t>minutit</w:t>
      </w:r>
    </w:p>
    <w:p w14:paraId="1E558E62" w14:textId="5A9C5E21" w:rsidR="00CE36AA" w:rsidRDefault="00CE36AA" w:rsidP="00387594">
      <w:pPr>
        <w:pStyle w:val="Loendilik"/>
        <w:numPr>
          <w:ilvl w:val="0"/>
          <w:numId w:val="1"/>
        </w:numPr>
        <w:ind w:left="284" w:hanging="284"/>
        <w:jc w:val="both"/>
      </w:pPr>
      <w:r>
        <w:t xml:space="preserve">RMK kontorist elukohta jõudmiseks ühistransporti kasutades kulub: </w:t>
      </w:r>
      <w:r w:rsidR="0088046F">
        <w:t xml:space="preserve">61 </w:t>
      </w:r>
      <w:r w:rsidR="00426D5B">
        <w:t>minutit</w:t>
      </w:r>
    </w:p>
    <w:p w14:paraId="7665F001" w14:textId="6D97BC93" w:rsidR="00654AA5" w:rsidRDefault="0088046F" w:rsidP="00440D9E">
      <w:pPr>
        <w:pStyle w:val="Loendilik"/>
        <w:numPr>
          <w:ilvl w:val="0"/>
          <w:numId w:val="1"/>
        </w:numPr>
        <w:ind w:left="284" w:hanging="284"/>
        <w:jc w:val="both"/>
      </w:pPr>
      <w:r>
        <w:t>Olulin</w:t>
      </w:r>
      <w:r w:rsidR="00EF4443">
        <w:t xml:space="preserve">e on märkida, et minnes pean tegema ümberistumise (Rakvere-Väike-Maarja ja Väike-Maarja-Triigi) ja jõuan kontorisse peale kella üheksat. </w:t>
      </w:r>
      <w:r w:rsidR="001019A1">
        <w:t>Õhtul väljub Triigist buss enne</w:t>
      </w:r>
      <w:r w:rsidR="00EF4443">
        <w:t xml:space="preserve"> kella poolt viit.</w:t>
      </w:r>
    </w:p>
    <w:p w14:paraId="3FB55DFC" w14:textId="77777777" w:rsidR="00515834" w:rsidRDefault="00515834"/>
    <w:p w14:paraId="2BE35DB2" w14:textId="77777777" w:rsidR="00426D5B" w:rsidRDefault="00426D5B">
      <w:pPr>
        <w:rPr>
          <w:b/>
        </w:rPr>
      </w:pPr>
    </w:p>
    <w:p w14:paraId="4C8E44A3" w14:textId="77777777" w:rsidR="00426D5B" w:rsidRPr="00394C14" w:rsidRDefault="00426D5B">
      <w:pPr>
        <w:rPr>
          <w:iCs/>
        </w:rPr>
      </w:pPr>
    </w:p>
    <w:p w14:paraId="08EC0C4B" w14:textId="3F20E1C9" w:rsidR="00426D5B" w:rsidRDefault="00794017">
      <w:r>
        <w:t>Anneli Laigu</w:t>
      </w:r>
    </w:p>
    <w:p w14:paraId="62A03C03" w14:textId="0E1AA688" w:rsidR="00426D5B" w:rsidRPr="005216DB" w:rsidRDefault="009F1815" w:rsidP="00426D5B">
      <w:pPr>
        <w:pStyle w:val="Normaallaadveeb"/>
        <w:rPr>
          <w:rFonts w:eastAsia="Calibri"/>
          <w:lang w:val="fi-FI"/>
        </w:rPr>
      </w:pPr>
      <w:sdt>
        <w:sdtPr>
          <w:rPr>
            <w:rFonts w:eastAsia="Calibri"/>
            <w:lang w:val="fi-FI"/>
          </w:rPr>
          <w:id w:val="448594684"/>
          <w:placeholder>
            <w:docPart w:val="4AAE18C330794AC986A62A590F4F3B84"/>
          </w:placeholder>
          <w:date w:fullDate="2020-01-06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94017">
            <w:rPr>
              <w:rFonts w:eastAsia="Calibri"/>
              <w:lang w:val="et-EE"/>
            </w:rPr>
            <w:t>6.01.2020</w:t>
          </w:r>
        </w:sdtContent>
      </w:sdt>
    </w:p>
    <w:p w14:paraId="382B23B8" w14:textId="77777777" w:rsidR="00515834" w:rsidRDefault="00515834"/>
    <w:p w14:paraId="6A062182" w14:textId="77777777" w:rsidR="00515834" w:rsidRDefault="00515834"/>
    <w:p w14:paraId="08406600" w14:textId="77777777" w:rsidR="00515834" w:rsidRDefault="00515834"/>
    <w:sectPr w:rsidR="005158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87ADF"/>
    <w:multiLevelType w:val="hybridMultilevel"/>
    <w:tmpl w:val="3AB250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FC5"/>
    <w:rsid w:val="000D3B43"/>
    <w:rsid w:val="001019A1"/>
    <w:rsid w:val="00270B0E"/>
    <w:rsid w:val="00387594"/>
    <w:rsid w:val="00394C14"/>
    <w:rsid w:val="00426D5B"/>
    <w:rsid w:val="004A5768"/>
    <w:rsid w:val="004D7518"/>
    <w:rsid w:val="004E69BE"/>
    <w:rsid w:val="00515834"/>
    <w:rsid w:val="00627CF2"/>
    <w:rsid w:val="00654AA5"/>
    <w:rsid w:val="00696526"/>
    <w:rsid w:val="006C6D65"/>
    <w:rsid w:val="00751346"/>
    <w:rsid w:val="00794017"/>
    <w:rsid w:val="007A16B9"/>
    <w:rsid w:val="007D1387"/>
    <w:rsid w:val="0088046F"/>
    <w:rsid w:val="008C3F09"/>
    <w:rsid w:val="008E402F"/>
    <w:rsid w:val="00904DDF"/>
    <w:rsid w:val="00964691"/>
    <w:rsid w:val="00972153"/>
    <w:rsid w:val="009842D4"/>
    <w:rsid w:val="009C0F1F"/>
    <w:rsid w:val="009F1815"/>
    <w:rsid w:val="00A1467A"/>
    <w:rsid w:val="00A23BA6"/>
    <w:rsid w:val="00A70FC5"/>
    <w:rsid w:val="00A80244"/>
    <w:rsid w:val="00AC30EA"/>
    <w:rsid w:val="00B75024"/>
    <w:rsid w:val="00C66937"/>
    <w:rsid w:val="00CC3D64"/>
    <w:rsid w:val="00CD3F04"/>
    <w:rsid w:val="00CE36AA"/>
    <w:rsid w:val="00D3386F"/>
    <w:rsid w:val="00DC3FC1"/>
    <w:rsid w:val="00E00CB3"/>
    <w:rsid w:val="00E5036E"/>
    <w:rsid w:val="00EA388D"/>
    <w:rsid w:val="00EF4443"/>
    <w:rsid w:val="00F2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1AF9A"/>
  <w15:docId w15:val="{8415C02F-80A9-4161-BDEA-403EB9B9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semiHidden/>
    <w:unhideWhenUsed/>
    <w:rsid w:val="00E00CB3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E00CB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E00CB3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E00CB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E00CB3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semiHidden/>
    <w:unhideWhenUsed/>
    <w:rsid w:val="00E00CB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E00CB3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CE36AA"/>
    <w:pPr>
      <w:ind w:left="720"/>
      <w:contextualSpacing/>
    </w:pPr>
  </w:style>
  <w:style w:type="paragraph" w:styleId="Normaallaadveeb">
    <w:name w:val="Normal (Web)"/>
    <w:basedOn w:val="Normaallaad"/>
    <w:rsid w:val="00426D5B"/>
    <w:pPr>
      <w:spacing w:before="100" w:beforeAutospacing="1" w:after="100" w:afterAutospacing="1"/>
    </w:pPr>
    <w:rPr>
      <w:lang w:val="en-GB"/>
    </w:rPr>
  </w:style>
  <w:style w:type="character" w:styleId="Kohatitetekst">
    <w:name w:val="Placeholder Text"/>
    <w:basedOn w:val="Liguvaikefont"/>
    <w:uiPriority w:val="99"/>
    <w:semiHidden/>
    <w:rsid w:val="00426D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voe\AppData\Local\Microsoft\Windows\Temporary%20Internet%20Files\Content.IE5\D1NVKD2K\avaldus_huvitise_saamiseks_elukoha_kontori_elukoha_vaheliseks_soiduk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EC26CA980446B7ADC0B0B795760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B83323-B3AD-49AA-B583-DDB053DDBA42}"/>
      </w:docPartPr>
      <w:docPartBody>
        <w:p w:rsidR="00FC29A6" w:rsidRDefault="00EA5F86">
          <w:pPr>
            <w:pStyle w:val="DBEC26CA980446B7ADC0B0B7957604B7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3A1D32FB66D4D36B5326734BFE60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EDECE-EB34-4A76-ADF0-11B063AA6509}"/>
      </w:docPartPr>
      <w:docPartBody>
        <w:p w:rsidR="00FC29A6" w:rsidRDefault="00EA5F86">
          <w:pPr>
            <w:pStyle w:val="F3A1D32FB66D4D36B5326734BFE60DD9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4AAE18C330794AC986A62A590F4F3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84A72-7595-4CCE-A7CA-DDA8BFBBE24C}"/>
      </w:docPartPr>
      <w:docPartBody>
        <w:p w:rsidR="00FC29A6" w:rsidRDefault="00EA5F86">
          <w:pPr>
            <w:pStyle w:val="4AAE18C330794AC986A62A590F4F3B84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9A6"/>
    <w:rsid w:val="00306FF3"/>
    <w:rsid w:val="00D81D4C"/>
    <w:rsid w:val="00EA5F86"/>
    <w:rsid w:val="00FC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DBEC26CA980446B7ADC0B0B7957604B7">
    <w:name w:val="DBEC26CA980446B7ADC0B0B7957604B7"/>
  </w:style>
  <w:style w:type="paragraph" w:customStyle="1" w:styleId="F3A1D32FB66D4D36B5326734BFE60DD9">
    <w:name w:val="F3A1D32FB66D4D36B5326734BFE60DD9"/>
  </w:style>
  <w:style w:type="paragraph" w:customStyle="1" w:styleId="4AAE18C330794AC986A62A590F4F3B84">
    <w:name w:val="4AAE18C330794AC986A62A590F4F3B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avaldus_huvitise_saamiseks_elukoha_kontori_elukoha_vaheliseks_soiduks</Template>
  <TotalTime>0</TotalTime>
  <Pages>1</Pages>
  <Words>132</Words>
  <Characters>769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…………………………</vt:lpstr>
      <vt:lpstr>…………………………</vt:lpstr>
      <vt:lpstr>…………………………</vt:lpstr>
    </vt:vector>
  </TitlesOfParts>
  <Company>Riigimetsa  Majandamise Keskus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Aivo Vares</dc:creator>
  <cp:lastModifiedBy>Anneli Laigu</cp:lastModifiedBy>
  <cp:revision>2</cp:revision>
  <dcterms:created xsi:type="dcterms:W3CDTF">2020-01-10T09:23:00Z</dcterms:created>
  <dcterms:modified xsi:type="dcterms:W3CDTF">2020-01-10T09:23:00Z</dcterms:modified>
</cp:coreProperties>
</file>